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6E848020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 xml:space="preserve">Osvědčení Správy železnic o řádném poskytnutí </w:t>
      </w:r>
      <w:r w:rsidR="00DA347B">
        <w:rPr>
          <w:noProof/>
          <w:sz w:val="28"/>
        </w:rPr>
        <w:br/>
      </w:r>
      <w:r w:rsidRPr="007479E1">
        <w:rPr>
          <w:noProof/>
          <w:sz w:val="28"/>
        </w:rPr>
        <w:t>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77777777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>
        <w:rPr>
          <w:noProof/>
        </w:rPr>
        <w:fldChar w:fldCharType="begin">
          <w:ffData>
            <w:name w:val="Text1"/>
            <w:enabled/>
            <w:calcOnExit w:val="0"/>
            <w:textInput>
              <w:default w:val="[●]"/>
            </w:textInput>
          </w:ffData>
        </w:fldChar>
      </w:r>
      <w:bookmarkStart w:id="0" w:name="Text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[●]</w:t>
      </w:r>
      <w:r>
        <w:rPr>
          <w:noProof/>
        </w:rPr>
        <w:fldChar w:fldCharType="end"/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7D7EE3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prací </w:t>
            </w:r>
            <w:r w:rsidRPr="007D7EE3">
              <w:rPr>
                <w:noProof/>
                <w:sz w:val="18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díla </w:t>
            </w:r>
            <w:r w:rsidRPr="007D7EE3">
              <w:rPr>
                <w:noProof/>
                <w:sz w:val="18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Konečná cena díla celkem v</w:t>
            </w:r>
            <w:r w:rsidR="002D0272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2D0272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díla</w:t>
            </w:r>
            <w:r w:rsidR="00153E75"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1" w:name="Text2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1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2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1BBE3F15" w:rsidR="004C037A" w:rsidRPr="007A093D" w:rsidRDefault="008A78C3" w:rsidP="007479E1">
            <w:pPr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obchodní firma, sídlo a IČO]"/>
                  </w:textInput>
                </w:ffData>
              </w:fldChar>
            </w:r>
            <w:bookmarkStart w:id="4" w:name="Text5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[obchodní firma, sídlo a IČO]</w:t>
            </w:r>
            <w:r w:rsidRPr="007A093D">
              <w:rPr>
                <w:noProof/>
              </w:rPr>
              <w:fldChar w:fldCharType="end"/>
            </w:r>
            <w:bookmarkEnd w:id="4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0A665EF9" w:rsidR="004C037A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označení dle čísel a názvů jednotlivých SO a PS, připadně jiným způsobem, nelze-li označit dle SO a PS např. popis vykonaných činností nebo dodávek]"/>
                  </w:textInput>
                </w:ffData>
              </w:fldChar>
            </w:r>
            <w:bookmarkStart w:id="5" w:name="Text6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[označení dle čísel a názvů jednotlivých SO a PS, připadně jiným způsobem, nelze-li označit dle SO a PS např. popis vykonaných činností nebo dodávek]</w:t>
            </w:r>
            <w:r w:rsidRPr="007A093D">
              <w:rPr>
                <w:noProof/>
              </w:rPr>
              <w:fldChar w:fldCharType="end"/>
            </w:r>
            <w:bookmarkEnd w:id="5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A74A7E1" w:rsidR="007D7EE3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v % ze smluvní ceny díla a v konkrétní částka v Kč bez DPH]"/>
                  </w:textInput>
                </w:ffData>
              </w:fldChar>
            </w:r>
            <w:bookmarkStart w:id="6" w:name="Text7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[v % ze smluvní ceny díla a v konkrétní částka v Kč bez DPH]</w:t>
            </w:r>
            <w:r w:rsidRPr="007A093D">
              <w:rPr>
                <w:noProof/>
              </w:rPr>
              <w:fldChar w:fldCharType="end"/>
            </w:r>
            <w:bookmarkEnd w:id="6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1F8CBA19" w14:textId="701C8CFA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p w14:paraId="12593FEB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Rozsah prací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7" w:name="Text8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7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Charakter prací</w:t>
            </w:r>
            <w:r w:rsidR="00835CCE">
              <w:rPr>
                <w:b/>
                <w:noProof/>
                <w:sz w:val="18"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  <w:sz w:val="18"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8" w:name="Text9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Délka traťového úseku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1D4402">
              <w:rPr>
                <w:b/>
                <w:noProof/>
                <w:sz w:val="18"/>
              </w:rPr>
              <w:t>aly práce na železničním svršku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A55182" w:rsidRDefault="007E7B81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Stavební práce </w:t>
            </w:r>
            <w:r w:rsidR="008E3DB5">
              <w:rPr>
                <w:b/>
                <w:noProof/>
                <w:sz w:val="18"/>
              </w:rPr>
              <w:t xml:space="preserve">zahrnovaly práce </w:t>
            </w:r>
            <w:r>
              <w:rPr>
                <w:b/>
                <w:noProof/>
                <w:sz w:val="18"/>
              </w:rPr>
              <w:t>na výhybkách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9F951C2" w14:textId="3E067468" w:rsidR="007E7B81" w:rsidRDefault="00083680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835CCE">
              <w:rPr>
                <w:b/>
                <w:noProof/>
                <w:sz w:val="18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58D4026B" w:rsidR="007479E1" w:rsidRPr="007D7EE3" w:rsidRDefault="00040DA0" w:rsidP="007E7B8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</w:t>
            </w:r>
            <w:r w:rsidR="00835CCE">
              <w:rPr>
                <w:b/>
                <w:noProof/>
                <w:sz w:val="18"/>
              </w:rPr>
              <w:t xml:space="preserve"> na </w:t>
            </w:r>
            <w:r w:rsidR="007E7B81">
              <w:rPr>
                <w:b/>
                <w:noProof/>
                <w:sz w:val="18"/>
              </w:rPr>
              <w:t>masivních mostních objektech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2697588" w14:textId="586DA6D3" w:rsidR="007479E1" w:rsidRPr="007D7EE3" w:rsidRDefault="00835CC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 xml:space="preserve">[ANO/NE, v případě ANO uvést hodnotu v Kč bez DPH a délku mostního </w:t>
            </w:r>
            <w:r w:rsidR="00083680">
              <w:rPr>
                <w:noProof/>
                <w:sz w:val="18"/>
              </w:rPr>
              <w:t>objektu</w:t>
            </w:r>
            <w:r>
              <w:rPr>
                <w:noProof/>
                <w:sz w:val="18"/>
              </w:rPr>
              <w:t>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A55182" w:rsidRDefault="007E7B81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mostních objektech s ocelovou nosnou konstrukcí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0B76F025" w14:textId="6D111987" w:rsidR="007E7B81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mostního objektu/mostních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8E3DB5" w:rsidRPr="00AC4146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A55182" w:rsidRDefault="008E3DB5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6B98A38E" w:rsidR="008E3DB5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424F6468" w:rsidR="00921E6B" w:rsidRDefault="00921E6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 a </w:t>
            </w:r>
            <w:r>
              <w:rPr>
                <w:noProof/>
                <w:sz w:val="18"/>
              </w:rPr>
              <w:t>délku traťového úseku]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8DB507A" w:rsidR="00921E6B" w:rsidRDefault="002F5828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3B05D325" w:rsidR="00921E6B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DPH, </w:t>
            </w:r>
            <w:r>
              <w:rPr>
                <w:noProof/>
                <w:sz w:val="18"/>
              </w:rPr>
              <w:t>délku traťového úseku</w:t>
            </w:r>
            <w:r w:rsidR="002F5828">
              <w:rPr>
                <w:noProof/>
                <w:sz w:val="18"/>
              </w:rPr>
              <w:t xml:space="preserve"> a zda se jednalo o silnoproudé zařízení, trakční vedení, případně </w:t>
            </w:r>
            <w:r w:rsidR="00FF2CFB">
              <w:rPr>
                <w:noProof/>
                <w:sz w:val="18"/>
              </w:rPr>
              <w:t>jiné zařízení - specifikaci</w:t>
            </w:r>
            <w:r>
              <w:rPr>
                <w:noProof/>
                <w:sz w:val="18"/>
              </w:rPr>
              <w:t>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A55182" w:rsidRDefault="00921E6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504CA270" w:rsidR="00921E6B" w:rsidRDefault="00FF2CF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typ objektu - budova osobního nádraží, technologická budova, stavba s 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FF2CFB" w:rsidRPr="00AC4146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A55182" w:rsidRDefault="00FF2CFB" w:rsidP="00FF2CF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FEE9A81" w:rsidR="00FF2CFB" w:rsidRDefault="00FF2CF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47CCB4B9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7D7EE3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lastRenderedPageBreak/>
              <w:t>SOD obsahovala vyhrazené plnění realizova</w:t>
            </w:r>
            <w:r>
              <w:rPr>
                <w:b/>
                <w:noProof/>
                <w:sz w:val="18"/>
              </w:rPr>
              <w:t>né vlastní kapacitou:</w:t>
            </w:r>
          </w:p>
        </w:tc>
        <w:tc>
          <w:tcPr>
            <w:tcW w:w="4264" w:type="dxa"/>
          </w:tcPr>
          <w:p w14:paraId="3286238C" w14:textId="77777777" w:rsidR="00AE7A9E" w:rsidRPr="007D7EE3" w:rsidRDefault="00AE7A9E" w:rsidP="009204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</w:t>
            </w:r>
            <w:r>
              <w:rPr>
                <w:b/>
                <w:noProof/>
                <w:sz w:val="18"/>
              </w:rPr>
              <w:t>opis vyhrazeného plnění dle SOD:</w:t>
            </w:r>
          </w:p>
        </w:tc>
        <w:tc>
          <w:tcPr>
            <w:tcW w:w="4264" w:type="dxa"/>
          </w:tcPr>
          <w:p w14:paraId="21F80778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E7A9E" w:rsidRPr="007D7EE3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43143738" w14:textId="0AC96781" w:rsidR="00AE7A9E" w:rsidRDefault="00AE7A9E" w:rsidP="007479E1">
      <w:pPr>
        <w:spacing w:after="0"/>
        <w:rPr>
          <w:noProof/>
        </w:rPr>
      </w:pPr>
    </w:p>
    <w:p w14:paraId="6B947DE7" w14:textId="77777777" w:rsidR="00AE7A9E" w:rsidRDefault="00AE7A9E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A55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  <w:sz w:val="18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Hodnota prováděných prací v Kč </w:t>
            </w:r>
            <w:r w:rsidRPr="00835CCE">
              <w:rPr>
                <w:b/>
                <w:noProof/>
                <w:sz w:val="18"/>
              </w:rPr>
              <w:t>bez DPH</w:t>
            </w:r>
          </w:p>
        </w:tc>
      </w:tr>
      <w:tr w:rsidR="00040DA0" w14:paraId="3F620147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745811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0A516BEE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470F81ED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44BB1B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Celkem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9" w:name="Text10"/>
            <w:r>
              <w:rPr>
                <w:b/>
                <w:noProof/>
                <w:sz w:val="18"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  <w:sz w:val="18"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9"/>
            <w:r>
              <w:rPr>
                <w:b/>
                <w:noProof/>
                <w:sz w:val="18"/>
              </w:rPr>
              <w:t xml:space="preserve"> </w:t>
            </w:r>
            <w:r w:rsidRPr="007A440A">
              <w:rPr>
                <w:noProof/>
                <w:vanish/>
                <w:sz w:val="18"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noProof/>
                <w:sz w:val="18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0" w:name="Text11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0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  <w:bookmarkStart w:id="11" w:name="_GoBack"/>
            <w:bookmarkEnd w:id="11"/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Jméno a přijmení vystavitele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4C16F17" w14:textId="21FFC688" w:rsidR="00040DA0" w:rsidRPr="007D7EE3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Funkce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85D2027" w14:textId="6C70178F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Podpis vystavitele</w:t>
            </w:r>
            <w:r w:rsidR="006A1B74">
              <w:rPr>
                <w:b/>
                <w:noProof/>
                <w:sz w:val="18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48F25" w14:textId="77777777" w:rsidR="004444B4" w:rsidRDefault="004444B4" w:rsidP="00962258">
      <w:pPr>
        <w:spacing w:after="0" w:line="240" w:lineRule="auto"/>
      </w:pPr>
      <w:r>
        <w:separator/>
      </w:r>
    </w:p>
  </w:endnote>
  <w:endnote w:type="continuationSeparator" w:id="0">
    <w:p w14:paraId="29231FBA" w14:textId="77777777" w:rsidR="004444B4" w:rsidRDefault="004444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0688D8A6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4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4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5AAB9BE0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34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347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B0F79" w14:textId="77777777" w:rsidR="004444B4" w:rsidRDefault="004444B4" w:rsidP="00962258">
      <w:pPr>
        <w:spacing w:after="0" w:line="240" w:lineRule="auto"/>
      </w:pPr>
      <w:r>
        <w:separator/>
      </w:r>
    </w:p>
  </w:footnote>
  <w:footnote w:type="continuationSeparator" w:id="0">
    <w:p w14:paraId="7126F13F" w14:textId="77777777" w:rsidR="004444B4" w:rsidRDefault="004444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A4073"/>
    <w:rsid w:val="002C31BF"/>
    <w:rsid w:val="002D0272"/>
    <w:rsid w:val="002D08B1"/>
    <w:rsid w:val="002E0CD7"/>
    <w:rsid w:val="002F5828"/>
    <w:rsid w:val="00341DCF"/>
    <w:rsid w:val="00357BC6"/>
    <w:rsid w:val="003956C6"/>
    <w:rsid w:val="00441430"/>
    <w:rsid w:val="004444B4"/>
    <w:rsid w:val="00450F07"/>
    <w:rsid w:val="00453CD3"/>
    <w:rsid w:val="00453F96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43C7"/>
    <w:rsid w:val="00A55182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A347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74915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lik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7EF20E-44C0-43BB-9CE0-B630E307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706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Schmittová Pavlína</cp:lastModifiedBy>
  <cp:revision>3</cp:revision>
  <cp:lastPrinted>2022-03-23T11:11:00Z</cp:lastPrinted>
  <dcterms:created xsi:type="dcterms:W3CDTF">2022-04-21T06:47:00Z</dcterms:created>
  <dcterms:modified xsi:type="dcterms:W3CDTF">2022-06-30T08:48:00Z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